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65B44E07"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324F94">
        <w:rPr>
          <w:b/>
          <w:lang w:val="en-GB"/>
        </w:rPr>
        <w:t xml:space="preserve"> 23-G004-25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2EA67" w14:textId="77777777" w:rsidR="00EA1E73" w:rsidRDefault="00EA1E73">
      <w:r>
        <w:separator/>
      </w:r>
    </w:p>
  </w:endnote>
  <w:endnote w:type="continuationSeparator" w:id="0">
    <w:p w14:paraId="4409902E" w14:textId="77777777" w:rsidR="00EA1E73" w:rsidRDefault="00EA1E73">
      <w:r>
        <w:continuationSeparator/>
      </w:r>
    </w:p>
  </w:endnote>
  <w:endnote w:type="continuationNotice" w:id="1">
    <w:p w14:paraId="48939D12" w14:textId="77777777" w:rsidR="00EA1E73" w:rsidRDefault="00EA1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076F1F7" w:rsidR="00133D55" w:rsidRDefault="00133D55" w:rsidP="004878F3">
    <w:pPr>
      <w:pStyle w:val="Footer"/>
    </w:pPr>
    <w:r>
      <w:fldChar w:fldCharType="begin"/>
    </w:r>
    <w:r>
      <w:instrText xml:space="preserve"> DATE \@ "yyyy-MM-dd" </w:instrText>
    </w:r>
    <w:r>
      <w:fldChar w:fldCharType="separate"/>
    </w:r>
    <w:r w:rsidR="00324F94">
      <w:rPr>
        <w:noProof/>
      </w:rPr>
      <w:t>2025-11-26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DEB0A" w14:textId="77777777" w:rsidR="00EA1E73" w:rsidRDefault="00EA1E73">
      <w:r>
        <w:separator/>
      </w:r>
    </w:p>
  </w:footnote>
  <w:footnote w:type="continuationSeparator" w:id="0">
    <w:p w14:paraId="08D84803" w14:textId="77777777" w:rsidR="00EA1E73" w:rsidRDefault="00EA1E73">
      <w:r>
        <w:continuationSeparator/>
      </w:r>
    </w:p>
  </w:footnote>
  <w:footnote w:type="continuationNotice" w:id="1">
    <w:p w14:paraId="396923A4" w14:textId="77777777" w:rsidR="00EA1E73" w:rsidRDefault="00EA1E73"/>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4F94"/>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4DC6"/>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1E7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2025-11-26T07:06:00Z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